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606BA1F" w14:textId="77777777" w:rsidR="004E6DF0" w:rsidRDefault="004E6DF0" w:rsidP="00DF19FF">
      <w:pPr>
        <w:rPr>
          <w:rFonts w:cs="Arial"/>
          <w:b/>
          <w:sz w:val="22"/>
        </w:rPr>
      </w:pPr>
      <w:bookmarkStart w:id="0" w:name="_Hlk159230922"/>
    </w:p>
    <w:p w14:paraId="0129B63C" w14:textId="29088E01" w:rsidR="00DF19FF" w:rsidRPr="00DF19FF" w:rsidRDefault="00DF19FF" w:rsidP="00DF19FF">
      <w:pPr>
        <w:rPr>
          <w:rFonts w:cs="Arial"/>
          <w:color w:val="000000"/>
          <w:sz w:val="22"/>
        </w:rPr>
      </w:pPr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3A0F86">
        <w:rPr>
          <w:rFonts w:cs="Arial"/>
          <w:color w:val="000000"/>
          <w:sz w:val="22"/>
        </w:rPr>
        <w:t>0</w:t>
      </w:r>
      <w:r w:rsidR="00DA6085">
        <w:rPr>
          <w:rFonts w:cs="Arial"/>
          <w:color w:val="000000"/>
          <w:sz w:val="22"/>
        </w:rPr>
        <w:t>9</w:t>
      </w:r>
      <w:r w:rsidR="00A473C8">
        <w:rPr>
          <w:rFonts w:cs="Arial"/>
          <w:color w:val="000000"/>
          <w:sz w:val="22"/>
        </w:rPr>
        <w:t>.10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0E7C0F">
        <w:rPr>
          <w:rFonts w:cs="Arial"/>
          <w:color w:val="000000"/>
          <w:sz w:val="22"/>
        </w:rPr>
        <w:t>5404</w:t>
      </w:r>
    </w:p>
    <w:p w14:paraId="3840C263" w14:textId="77777777" w:rsidR="00DF19FF" w:rsidRDefault="000E7C0F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Default="000B2E35" w:rsidP="000B2E35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p w14:paraId="15AF6FA9" w14:textId="77777777" w:rsidR="00717C6F" w:rsidRPr="000B2E35" w:rsidRDefault="00717C6F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5944842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2474A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58E0B1A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49082CF3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ga liitumine, elektri</w:t>
            </w:r>
            <w:r w:rsidR="00A473C8">
              <w:rPr>
                <w:rFonts w:ascii="Calibri" w:eastAsia="Calibri" w:hAnsi="Calibri"/>
                <w:sz w:val="22"/>
                <w:szCs w:val="22"/>
                <w:lang w:val="et-EE"/>
              </w:rPr>
              <w:t>võrgu investeering, elektri</w:t>
            </w:r>
            <w:r w:rsidR="00090E0A">
              <w:rPr>
                <w:rFonts w:ascii="Calibri" w:eastAsia="Calibri" w:hAnsi="Calibri"/>
                <w:sz w:val="22"/>
                <w:szCs w:val="22"/>
                <w:lang w:val="et-EE"/>
              </w:rPr>
              <w:t>maakaabelliin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DCE66" w14:textId="405BEAB2" w:rsidR="003D1574" w:rsidRPr="003D1574" w:rsidRDefault="000B2E35" w:rsidP="003D157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number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</w:p>
          <w:p w14:paraId="2F0EDE1A" w14:textId="063E5217" w:rsidR="00B561FF" w:rsidRPr="00B561FF" w:rsidRDefault="00B561FF" w:rsidP="00B561F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B561F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LR8184 „II etapp Rootsuveski Neeruti küla Otepää vald Valga </w:t>
            </w:r>
          </w:p>
          <w:p w14:paraId="0F587937" w14:textId="686B4849" w:rsidR="000B2E35" w:rsidRPr="000B2E35" w:rsidRDefault="00B561FF" w:rsidP="00B561FF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B561F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maakond“.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3666753" w14:textId="77777777" w:rsidR="00EE0C62" w:rsidRPr="00EE0C62" w:rsidRDefault="000B2E35" w:rsidP="00EE0C6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</w:t>
            </w:r>
            <w:r w:rsidR="00B97B7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EE0C62" w:rsidRPr="00EE0C6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Tanel Drenkhan</w:t>
            </w:r>
          </w:p>
          <w:p w14:paraId="1AF8D9E3" w14:textId="7A96BBF5" w:rsidR="00A45F32" w:rsidRPr="000B2E35" w:rsidRDefault="00EE0C62" w:rsidP="00EE0C62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EE0C6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 w:rsidRPr="00EE0C6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Pr="00EE0C6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2C0EF847" w:rsidR="000B2E35" w:rsidRPr="000B2E35" w:rsidRDefault="00A473C8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473C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20.12.2023 nr 7.1-2/23/25762-2</w:t>
            </w:r>
          </w:p>
        </w:tc>
      </w:tr>
      <w:tr w:rsidR="008342C4" w:rsidRPr="000B2E35" w14:paraId="6FD7BA3E" w14:textId="77777777" w:rsidTr="0018378B">
        <w:trPr>
          <w:trHeight w:val="312"/>
        </w:trPr>
        <w:tc>
          <w:tcPr>
            <w:tcW w:w="3256" w:type="dxa"/>
            <w:vMerge w:val="restart"/>
          </w:tcPr>
          <w:p w14:paraId="2F5F73FF" w14:textId="32A00CE8" w:rsidR="008342C4" w:rsidRDefault="00B84A96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8342C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8342C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71BD0693" w14:textId="77777777" w:rsidR="008E5621" w:rsidRPr="008342C4" w:rsidRDefault="008E5621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E3B2B23" w14:textId="478EB51B" w:rsidR="008342C4" w:rsidRPr="008342C4" w:rsidRDefault="008342C4" w:rsidP="008342C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722296C" w14:textId="124BDAF5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64F4E0B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5511083" w14:textId="77777777" w:rsidR="008342C4" w:rsidRDefault="008342C4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C583B17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42BC9B3" w14:textId="77777777" w:rsidR="001F4CFC" w:rsidRDefault="001F4CFC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7DC60EF" w14:textId="77777777" w:rsidR="00556D7B" w:rsidRDefault="00556D7B" w:rsidP="008342C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FFA2146" w14:textId="2E6522BB" w:rsidR="00736E11" w:rsidRPr="008342C4" w:rsidRDefault="00736E11" w:rsidP="008342C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5FF041D5" w14:textId="3C30510A" w:rsidR="008342C4" w:rsidRDefault="008342C4" w:rsidP="008342C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E04AA7">
              <w:rPr>
                <w:rFonts w:ascii="Times New Roman" w:hAnsi="Times New Roman"/>
                <w:b/>
                <w:lang w:val="et-EE"/>
              </w:rPr>
              <w:t xml:space="preserve">18148 </w:t>
            </w:r>
            <w:proofErr w:type="spellStart"/>
            <w:r w:rsidR="00E04AA7">
              <w:rPr>
                <w:rFonts w:ascii="Times New Roman" w:hAnsi="Times New Roman"/>
                <w:b/>
                <w:lang w:val="et-EE"/>
              </w:rPr>
              <w:t>Maaritsa</w:t>
            </w:r>
            <w:proofErr w:type="spellEnd"/>
            <w:r w:rsidR="00E04AA7">
              <w:rPr>
                <w:rFonts w:ascii="Times New Roman" w:hAnsi="Times New Roman"/>
                <w:b/>
                <w:lang w:val="et-EE"/>
              </w:rPr>
              <w:t>-Otepää tee</w:t>
            </w:r>
          </w:p>
          <w:p w14:paraId="79DB5EFB" w14:textId="186D058D" w:rsidR="006750D6" w:rsidRPr="008E5621" w:rsidRDefault="006750D6" w:rsidP="008342C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8342C4" w:rsidRPr="000B2E35" w14:paraId="208D758F" w14:textId="77777777" w:rsidTr="009B0C1D">
        <w:trPr>
          <w:trHeight w:val="415"/>
        </w:trPr>
        <w:tc>
          <w:tcPr>
            <w:tcW w:w="3256" w:type="dxa"/>
            <w:vMerge/>
            <w:hideMark/>
          </w:tcPr>
          <w:p w14:paraId="4210CE7D" w14:textId="77777777" w:rsidR="008342C4" w:rsidRPr="000B2E35" w:rsidRDefault="008342C4" w:rsidP="008342C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6C1509" w14:textId="77777777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</w:p>
          <w:p w14:paraId="47B3C93D" w14:textId="62D70B7F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1C4BF3">
              <w:rPr>
                <w:rFonts w:ascii="Times New Roman" w:hAnsi="Times New Roman"/>
                <w:bCs/>
                <w:lang w:val="et-EE"/>
              </w:rPr>
              <w:t>63602:001:1362</w:t>
            </w:r>
          </w:p>
          <w:p w14:paraId="573BFF07" w14:textId="72B6A8CE" w:rsidR="008342C4" w:rsidRPr="00076563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1C4BF3">
              <w:rPr>
                <w:rFonts w:ascii="Times New Roman" w:hAnsi="Times New Roman"/>
                <w:bCs/>
                <w:lang w:val="et-EE"/>
              </w:rPr>
              <w:t>7316250</w:t>
            </w:r>
          </w:p>
          <w:p w14:paraId="33B38F87" w14:textId="409729D6" w:rsidR="008342C4" w:rsidRPr="008E5621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1C4BF3" w:rsidRPr="001C4BF3">
              <w:rPr>
                <w:rFonts w:ascii="Times New Roman" w:hAnsi="Times New Roman"/>
                <w:bCs/>
                <w:lang w:val="et-EE"/>
              </w:rPr>
              <w:t xml:space="preserve">18148 </w:t>
            </w:r>
            <w:proofErr w:type="spellStart"/>
            <w:r w:rsidR="001C4BF3" w:rsidRPr="001C4BF3">
              <w:rPr>
                <w:rFonts w:ascii="Times New Roman" w:hAnsi="Times New Roman"/>
                <w:bCs/>
                <w:lang w:val="et-EE"/>
              </w:rPr>
              <w:t>Maaritsa</w:t>
            </w:r>
            <w:proofErr w:type="spellEnd"/>
            <w:r w:rsidR="001C4BF3" w:rsidRPr="001C4BF3">
              <w:rPr>
                <w:rFonts w:ascii="Times New Roman" w:hAnsi="Times New Roman"/>
                <w:bCs/>
                <w:lang w:val="et-EE"/>
              </w:rPr>
              <w:t>-Otepää tee</w:t>
            </w:r>
          </w:p>
          <w:p w14:paraId="0A95FBAC" w14:textId="0AF3B6DF" w:rsidR="008342C4" w:rsidRDefault="008342C4" w:rsidP="008342C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2463AC">
              <w:rPr>
                <w:rFonts w:ascii="Times New Roman" w:hAnsi="Times New Roman"/>
                <w:bCs/>
                <w:lang w:val="et-EE"/>
              </w:rPr>
              <w:t>6535</w:t>
            </w:r>
          </w:p>
          <w:p w14:paraId="5720973F" w14:textId="0E8C6556" w:rsidR="001F4CFC" w:rsidRPr="001F4CFC" w:rsidRDefault="001F4CFC" w:rsidP="001F4CFC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557995"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0F0A47CA" w14:textId="3F0EB916" w:rsidR="001F4CFC" w:rsidRDefault="001F4CFC" w:rsidP="008A7EC0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717254">
              <w:rPr>
                <w:rFonts w:ascii="Times New Roman" w:hAnsi="Times New Roman"/>
                <w:bCs/>
                <w:lang w:val="et-EE"/>
              </w:rPr>
              <w:t>310027</w:t>
            </w:r>
          </w:p>
          <w:p w14:paraId="23FDB713" w14:textId="2C7D5BF2" w:rsidR="00204605" w:rsidRDefault="002A1E30" w:rsidP="001F4CFC">
            <w:pPr>
              <w:rPr>
                <w:rFonts w:ascii="Times New Roman" w:hAnsi="Times New Roman"/>
                <w:bCs/>
                <w:lang w:val="et-EE"/>
              </w:rPr>
            </w:pPr>
            <w:hyperlink r:id="rId12" w:history="1">
              <w:r w:rsidRPr="00B445C8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https://pari.kataster.ee/magic-link/88083aab-4735-49c9-830d-091608ccfb1d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5AE439E2" w14:textId="5204AD0D" w:rsidR="00204605" w:rsidRDefault="00836ACB" w:rsidP="001F4CFC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POS 2. Elektri maakaabelliini rajamiseks</w:t>
            </w:r>
          </w:p>
          <w:p w14:paraId="11A1CF49" w14:textId="41F3D569" w:rsidR="00836ACB" w:rsidRDefault="00836ACB" w:rsidP="001F4CFC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Ruumikuju andmed</w:t>
            </w:r>
            <w:r w:rsidR="00675A83">
              <w:rPr>
                <w:rFonts w:ascii="Times New Roman" w:hAnsi="Times New Roman"/>
                <w:bCs/>
                <w:lang w:val="et-EE"/>
              </w:rPr>
              <w:t>: PARI ID 310028</w:t>
            </w:r>
          </w:p>
          <w:p w14:paraId="6CE136A3" w14:textId="7BA2F9BD" w:rsidR="00675A83" w:rsidRDefault="00C527A8" w:rsidP="001F4CFC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B445C8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https://pari.kataster.ee/magic-link/54c95f17-f62c-46c2-8d2f-b354357ee180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195CB610" w14:textId="77777777" w:rsidR="008B7EA6" w:rsidRDefault="008B7EA6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5AE93492" w14:textId="04FC5F8B" w:rsidR="008B7EA6" w:rsidRPr="008B7EA6" w:rsidRDefault="008B7EA6" w:rsidP="008B7EA6">
            <w:pPr>
              <w:rPr>
                <w:rFonts w:ascii="Times New Roman" w:hAnsi="Times New Roman"/>
                <w:bCs/>
                <w:lang w:val="et-EE"/>
              </w:rPr>
            </w:pPr>
            <w:r w:rsidRPr="008B7EA6">
              <w:rPr>
                <w:rFonts w:ascii="Times New Roman" w:hAnsi="Times New Roman"/>
                <w:bCs/>
                <w:lang w:val="et-EE"/>
              </w:rPr>
              <w:lastRenderedPageBreak/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3</w:t>
            </w:r>
            <w:r w:rsidRPr="008B7EA6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90D4B40" w14:textId="0E26BEF6" w:rsidR="008B7EA6" w:rsidRDefault="008B7EA6" w:rsidP="008B7EA6">
            <w:pPr>
              <w:rPr>
                <w:rFonts w:ascii="Times New Roman" w:hAnsi="Times New Roman"/>
                <w:bCs/>
                <w:lang w:val="et-EE"/>
              </w:rPr>
            </w:pPr>
            <w:r w:rsidRPr="008B7EA6">
              <w:rPr>
                <w:rFonts w:ascii="Times New Roman" w:hAnsi="Times New Roman"/>
                <w:bCs/>
                <w:lang w:val="et-EE"/>
              </w:rPr>
              <w:t>Ruumikuju andmed: PARI ID 31002</w:t>
            </w:r>
            <w:r>
              <w:rPr>
                <w:rFonts w:ascii="Times New Roman" w:hAnsi="Times New Roman"/>
                <w:bCs/>
                <w:lang w:val="et-EE"/>
              </w:rPr>
              <w:t>9</w:t>
            </w:r>
          </w:p>
          <w:p w14:paraId="56AEBE4F" w14:textId="10ECFB87" w:rsidR="008B7EA6" w:rsidRDefault="008B7EA6" w:rsidP="001F4CFC">
            <w:pPr>
              <w:rPr>
                <w:rFonts w:ascii="Times New Roman" w:hAnsi="Times New Roman"/>
                <w:bCs/>
                <w:lang w:val="et-EE"/>
              </w:rPr>
            </w:pPr>
            <w:hyperlink r:id="rId14" w:history="1">
              <w:r w:rsidRPr="00B445C8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https://pari.kataster.ee/magic-link/31cf7fc6-bb98-4203-95bd-e42b8e1a8edd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4C964B5A" w14:textId="77777777" w:rsidR="00204605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69635F91" w14:textId="77777777" w:rsidR="00204605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6649407B" w14:textId="77777777" w:rsidR="00204605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1805D2D9" w14:textId="77777777" w:rsidR="00204605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09E4862F" w14:textId="77777777" w:rsidR="00204605" w:rsidRPr="00076563" w:rsidRDefault="00204605" w:rsidP="001F4CFC">
            <w:pPr>
              <w:rPr>
                <w:rFonts w:ascii="Times New Roman" w:hAnsi="Times New Roman"/>
                <w:bCs/>
                <w:lang w:val="et-EE"/>
              </w:rPr>
            </w:pPr>
          </w:p>
          <w:p w14:paraId="19CE75E4" w14:textId="0440DEE6" w:rsidR="008342C4" w:rsidRPr="000B2E35" w:rsidRDefault="008342C4" w:rsidP="008342C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2413D3" w:rsidRPr="000B2E35" w14:paraId="24F22E65" w14:textId="77777777" w:rsidTr="009B0C1D">
        <w:trPr>
          <w:trHeight w:val="453"/>
        </w:trPr>
        <w:tc>
          <w:tcPr>
            <w:tcW w:w="3256" w:type="dxa"/>
            <w:tcBorders>
              <w:top w:val="nil"/>
              <w:bottom w:val="nil"/>
              <w:right w:val="single" w:sz="4" w:space="0" w:color="auto"/>
            </w:tcBorders>
          </w:tcPr>
          <w:p w14:paraId="65FE546E" w14:textId="77777777" w:rsidR="002413D3" w:rsidRDefault="002413D3" w:rsidP="002413D3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lastRenderedPageBreak/>
              <w:t xml:space="preserve"> </w:t>
            </w:r>
          </w:p>
          <w:p w14:paraId="07229B5A" w14:textId="2A754F60" w:rsidR="002413D3" w:rsidRPr="000B2E35" w:rsidRDefault="006750D6" w:rsidP="002413D3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1</w:t>
            </w:r>
            <w:r w:rsidR="002413D3"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2</w:t>
            </w:r>
            <w:r w:rsidR="002413D3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.</w:t>
            </w:r>
            <w:r w:rsidR="002413D3" w:rsidRPr="00164FC2"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  <w:t>KATASTRIÜKSUSE ANDMED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38D033" w14:textId="77777777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</w:p>
          <w:p w14:paraId="16980E25" w14:textId="5E13831A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6C7C47">
              <w:rPr>
                <w:rFonts w:ascii="Times New Roman" w:hAnsi="Times New Roman"/>
                <w:bCs/>
                <w:lang w:val="et-EE"/>
              </w:rPr>
              <w:t>58202:003:0992</w:t>
            </w:r>
          </w:p>
          <w:p w14:paraId="62635E35" w14:textId="5EC7A6C4" w:rsidR="002413D3" w:rsidRPr="0007656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6C7C47">
              <w:rPr>
                <w:rFonts w:ascii="Times New Roman" w:hAnsi="Times New Roman"/>
                <w:bCs/>
                <w:lang w:val="et-EE"/>
              </w:rPr>
              <w:t>7334350</w:t>
            </w:r>
          </w:p>
          <w:p w14:paraId="1921FD02" w14:textId="3C092A5E" w:rsidR="002413D3" w:rsidRPr="008E5621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6C7C47" w:rsidRPr="006C7C47">
              <w:rPr>
                <w:rFonts w:ascii="Times New Roman" w:hAnsi="Times New Roman"/>
                <w:bCs/>
                <w:lang w:val="et-EE"/>
              </w:rPr>
              <w:t xml:space="preserve">18148 </w:t>
            </w:r>
            <w:proofErr w:type="spellStart"/>
            <w:r w:rsidR="006C7C47" w:rsidRPr="006C7C47">
              <w:rPr>
                <w:rFonts w:ascii="Times New Roman" w:hAnsi="Times New Roman"/>
                <w:bCs/>
                <w:lang w:val="et-EE"/>
              </w:rPr>
              <w:t>Maaritsa</w:t>
            </w:r>
            <w:proofErr w:type="spellEnd"/>
            <w:r w:rsidR="006C7C47" w:rsidRPr="006C7C47">
              <w:rPr>
                <w:rFonts w:ascii="Times New Roman" w:hAnsi="Times New Roman"/>
                <w:bCs/>
                <w:lang w:val="et-EE"/>
              </w:rPr>
              <w:t>-Otepää tee</w:t>
            </w:r>
          </w:p>
          <w:p w14:paraId="47F402D4" w14:textId="6C0C13B9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364110">
              <w:rPr>
                <w:rFonts w:ascii="Times New Roman" w:hAnsi="Times New Roman"/>
                <w:bCs/>
                <w:lang w:val="et-EE"/>
              </w:rPr>
              <w:t>65</w:t>
            </w:r>
            <w:r w:rsidR="00BE57AB">
              <w:rPr>
                <w:rFonts w:ascii="Times New Roman" w:hAnsi="Times New Roman"/>
                <w:bCs/>
                <w:lang w:val="et-EE"/>
              </w:rPr>
              <w:t>54</w:t>
            </w:r>
          </w:p>
          <w:p w14:paraId="771D5554" w14:textId="52CE91E1" w:rsidR="002413D3" w:rsidRPr="001F4CFC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BE57AB">
              <w:rPr>
                <w:rFonts w:ascii="Times New Roman" w:hAnsi="Times New Roman"/>
                <w:bCs/>
                <w:lang w:val="et-EE"/>
              </w:rPr>
              <w:t>1,2,3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3B5F814F" w14:textId="40776B79" w:rsidR="002413D3" w:rsidRDefault="002413D3" w:rsidP="002413D3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 w:rsidR="009B0C1D">
              <w:rPr>
                <w:rFonts w:ascii="Times New Roman" w:hAnsi="Times New Roman"/>
                <w:bCs/>
                <w:lang w:val="et-EE"/>
              </w:rPr>
              <w:t>310043</w:t>
            </w:r>
          </w:p>
          <w:p w14:paraId="55AE90B4" w14:textId="53556763" w:rsidR="002413D3" w:rsidRPr="00076563" w:rsidRDefault="002B60FC" w:rsidP="00806109">
            <w:pPr>
              <w:rPr>
                <w:rFonts w:ascii="Times New Roman" w:hAnsi="Times New Roman"/>
                <w:bCs/>
                <w:lang w:val="et-EE"/>
              </w:rPr>
            </w:pPr>
            <w:hyperlink r:id="rId15" w:history="1">
              <w:r w:rsidRPr="00B445C8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https://pari.kataster.ee/magic-link/bab59fee-c20e-4ed4-b833-457627fee962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</w:tc>
      </w:tr>
      <w:tr w:rsidR="00A55FA1" w:rsidRPr="000B2E35" w14:paraId="0CDBD8A7" w14:textId="77777777" w:rsidTr="009B0C1D">
        <w:trPr>
          <w:trHeight w:val="106"/>
        </w:trPr>
        <w:tc>
          <w:tcPr>
            <w:tcW w:w="3256" w:type="dxa"/>
            <w:tcBorders>
              <w:top w:val="nil"/>
              <w:bottom w:val="nil"/>
            </w:tcBorders>
          </w:tcPr>
          <w:p w14:paraId="78069DF2" w14:textId="37392C0F" w:rsidR="00A55FA1" w:rsidRPr="000B2E35" w:rsidRDefault="00A55FA1" w:rsidP="00A55FA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nil"/>
              <w:bottom w:val="nil"/>
            </w:tcBorders>
          </w:tcPr>
          <w:p w14:paraId="30E6446D" w14:textId="7929F242" w:rsidR="00A55FA1" w:rsidRPr="002474AF" w:rsidRDefault="00A55FA1" w:rsidP="00A55FA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A55FA1" w:rsidRPr="000B2E35" w14:paraId="2858B6B2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7CE85F66" w14:textId="4BA25DC2" w:rsidR="00A55FA1" w:rsidRDefault="00A55FA1" w:rsidP="00A55FA1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79A0C955" w14:textId="7E913112" w:rsidR="00A55FA1" w:rsidRDefault="00A55FA1" w:rsidP="00A55FA1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A55FA1" w:rsidRPr="000B2E35" w14:paraId="3957A1EC" w14:textId="77777777" w:rsidTr="0022522F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086A1695" w:rsidR="00A55FA1" w:rsidRPr="000B2E35" w:rsidRDefault="00A55FA1" w:rsidP="00A55FA1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 w:rsidR="00CD01D2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  <w:bookmarkEnd w:id="0"/>
    </w:tbl>
    <w:p w14:paraId="5B416E3F" w14:textId="77777777" w:rsidR="00591376" w:rsidRDefault="00591376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508D63FB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466325">
      <w:headerReference w:type="first" r:id="rId16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3EA6F" w14:textId="77777777" w:rsidR="00C66DF9" w:rsidRDefault="00C66DF9">
      <w:r>
        <w:separator/>
      </w:r>
    </w:p>
  </w:endnote>
  <w:endnote w:type="continuationSeparator" w:id="0">
    <w:p w14:paraId="041ADFD4" w14:textId="77777777" w:rsidR="00C66DF9" w:rsidRDefault="00C66DF9">
      <w:r>
        <w:continuationSeparator/>
      </w:r>
    </w:p>
  </w:endnote>
  <w:endnote w:type="continuationNotice" w:id="1">
    <w:p w14:paraId="0734C708" w14:textId="77777777" w:rsidR="00C66DF9" w:rsidRDefault="00C66D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286C5" w14:textId="77777777" w:rsidR="00C66DF9" w:rsidRDefault="00C66DF9">
      <w:r>
        <w:separator/>
      </w:r>
    </w:p>
  </w:footnote>
  <w:footnote w:type="continuationSeparator" w:id="0">
    <w:p w14:paraId="3F5125A0" w14:textId="77777777" w:rsidR="00C66DF9" w:rsidRDefault="00C66DF9">
      <w:r>
        <w:continuationSeparator/>
      </w:r>
    </w:p>
  </w:footnote>
  <w:footnote w:type="continuationNotice" w:id="1">
    <w:p w14:paraId="2A94F644" w14:textId="77777777" w:rsidR="00C66DF9" w:rsidRDefault="00C66D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635"/>
    <w:rsid w:val="00002B81"/>
    <w:rsid w:val="000158FD"/>
    <w:rsid w:val="000434F9"/>
    <w:rsid w:val="00054364"/>
    <w:rsid w:val="00057A8D"/>
    <w:rsid w:val="00077D32"/>
    <w:rsid w:val="000903E8"/>
    <w:rsid w:val="000908E8"/>
    <w:rsid w:val="00090E0A"/>
    <w:rsid w:val="00091FCB"/>
    <w:rsid w:val="000943C7"/>
    <w:rsid w:val="000B2E35"/>
    <w:rsid w:val="000B3CE2"/>
    <w:rsid w:val="000B417F"/>
    <w:rsid w:val="000B4850"/>
    <w:rsid w:val="000B532A"/>
    <w:rsid w:val="000C1473"/>
    <w:rsid w:val="000D61F2"/>
    <w:rsid w:val="000E7C0F"/>
    <w:rsid w:val="00131D0A"/>
    <w:rsid w:val="001408A9"/>
    <w:rsid w:val="00143561"/>
    <w:rsid w:val="00146F8F"/>
    <w:rsid w:val="00154E76"/>
    <w:rsid w:val="00156A2F"/>
    <w:rsid w:val="00157B57"/>
    <w:rsid w:val="00161456"/>
    <w:rsid w:val="001618AE"/>
    <w:rsid w:val="00164FC2"/>
    <w:rsid w:val="0017684B"/>
    <w:rsid w:val="001918BD"/>
    <w:rsid w:val="0019253D"/>
    <w:rsid w:val="0019264A"/>
    <w:rsid w:val="001A0518"/>
    <w:rsid w:val="001A0C3A"/>
    <w:rsid w:val="001B1A3D"/>
    <w:rsid w:val="001B4370"/>
    <w:rsid w:val="001C4BF3"/>
    <w:rsid w:val="001E324A"/>
    <w:rsid w:val="001F4CFC"/>
    <w:rsid w:val="001F5B53"/>
    <w:rsid w:val="00204605"/>
    <w:rsid w:val="00211D2D"/>
    <w:rsid w:val="00215382"/>
    <w:rsid w:val="0022522F"/>
    <w:rsid w:val="002327D2"/>
    <w:rsid w:val="002413D3"/>
    <w:rsid w:val="002463AC"/>
    <w:rsid w:val="00246610"/>
    <w:rsid w:val="002474AF"/>
    <w:rsid w:val="00251F87"/>
    <w:rsid w:val="002569F2"/>
    <w:rsid w:val="002701D0"/>
    <w:rsid w:val="0027153D"/>
    <w:rsid w:val="002726A3"/>
    <w:rsid w:val="00273FA4"/>
    <w:rsid w:val="002A1E30"/>
    <w:rsid w:val="002A798D"/>
    <w:rsid w:val="002B60FC"/>
    <w:rsid w:val="002C078B"/>
    <w:rsid w:val="002D2C76"/>
    <w:rsid w:val="002D4753"/>
    <w:rsid w:val="002D4D27"/>
    <w:rsid w:val="002E0EF7"/>
    <w:rsid w:val="002F0D95"/>
    <w:rsid w:val="0031032B"/>
    <w:rsid w:val="0033388C"/>
    <w:rsid w:val="00335CBC"/>
    <w:rsid w:val="00345EB5"/>
    <w:rsid w:val="003531AD"/>
    <w:rsid w:val="003551E2"/>
    <w:rsid w:val="00357C22"/>
    <w:rsid w:val="00364110"/>
    <w:rsid w:val="00377521"/>
    <w:rsid w:val="00382D66"/>
    <w:rsid w:val="00387055"/>
    <w:rsid w:val="003963F7"/>
    <w:rsid w:val="003A05DB"/>
    <w:rsid w:val="003A0ECE"/>
    <w:rsid w:val="003A0F86"/>
    <w:rsid w:val="003A56B9"/>
    <w:rsid w:val="003B0D86"/>
    <w:rsid w:val="003C3108"/>
    <w:rsid w:val="003D0A93"/>
    <w:rsid w:val="003D1574"/>
    <w:rsid w:val="003D57ED"/>
    <w:rsid w:val="003F5996"/>
    <w:rsid w:val="00415AB6"/>
    <w:rsid w:val="00442D2B"/>
    <w:rsid w:val="004455FC"/>
    <w:rsid w:val="00446DCB"/>
    <w:rsid w:val="00451646"/>
    <w:rsid w:val="00454AD8"/>
    <w:rsid w:val="00466325"/>
    <w:rsid w:val="00470107"/>
    <w:rsid w:val="00482DEA"/>
    <w:rsid w:val="00483EDD"/>
    <w:rsid w:val="004851DA"/>
    <w:rsid w:val="00491AD7"/>
    <w:rsid w:val="0049609F"/>
    <w:rsid w:val="004C0606"/>
    <w:rsid w:val="004D1D70"/>
    <w:rsid w:val="004E4332"/>
    <w:rsid w:val="004E6DF0"/>
    <w:rsid w:val="004F36E7"/>
    <w:rsid w:val="004F75DF"/>
    <w:rsid w:val="005015D7"/>
    <w:rsid w:val="005018ED"/>
    <w:rsid w:val="0050379B"/>
    <w:rsid w:val="00526B22"/>
    <w:rsid w:val="00532D2F"/>
    <w:rsid w:val="00556D7B"/>
    <w:rsid w:val="005572A4"/>
    <w:rsid w:val="00557995"/>
    <w:rsid w:val="005609D0"/>
    <w:rsid w:val="00567C35"/>
    <w:rsid w:val="00582590"/>
    <w:rsid w:val="00591376"/>
    <w:rsid w:val="005A217D"/>
    <w:rsid w:val="005A42CF"/>
    <w:rsid w:val="005A75B8"/>
    <w:rsid w:val="005C24D9"/>
    <w:rsid w:val="005D4F2A"/>
    <w:rsid w:val="005E2103"/>
    <w:rsid w:val="005F3156"/>
    <w:rsid w:val="005F4CAF"/>
    <w:rsid w:val="00605B27"/>
    <w:rsid w:val="00625192"/>
    <w:rsid w:val="00627953"/>
    <w:rsid w:val="00640C8E"/>
    <w:rsid w:val="006466E4"/>
    <w:rsid w:val="0065777C"/>
    <w:rsid w:val="00660072"/>
    <w:rsid w:val="006736DE"/>
    <w:rsid w:val="00674CE7"/>
    <w:rsid w:val="006750D6"/>
    <w:rsid w:val="00675A83"/>
    <w:rsid w:val="00690323"/>
    <w:rsid w:val="006B28B7"/>
    <w:rsid w:val="006C22B1"/>
    <w:rsid w:val="006C4838"/>
    <w:rsid w:val="006C7C47"/>
    <w:rsid w:val="006D3B8A"/>
    <w:rsid w:val="006E4811"/>
    <w:rsid w:val="006F34A3"/>
    <w:rsid w:val="006F595A"/>
    <w:rsid w:val="00703BCB"/>
    <w:rsid w:val="00717254"/>
    <w:rsid w:val="00717C6F"/>
    <w:rsid w:val="00726860"/>
    <w:rsid w:val="00735051"/>
    <w:rsid w:val="00736E11"/>
    <w:rsid w:val="00742C52"/>
    <w:rsid w:val="0074688B"/>
    <w:rsid w:val="00747FFE"/>
    <w:rsid w:val="00757A9F"/>
    <w:rsid w:val="0077377F"/>
    <w:rsid w:val="00782A52"/>
    <w:rsid w:val="0078503D"/>
    <w:rsid w:val="00785BC4"/>
    <w:rsid w:val="007870BE"/>
    <w:rsid w:val="00797B52"/>
    <w:rsid w:val="007A21F0"/>
    <w:rsid w:val="007A5E5F"/>
    <w:rsid w:val="007D4619"/>
    <w:rsid w:val="007D5377"/>
    <w:rsid w:val="007E637D"/>
    <w:rsid w:val="007F387E"/>
    <w:rsid w:val="00806109"/>
    <w:rsid w:val="00821DE6"/>
    <w:rsid w:val="008250FC"/>
    <w:rsid w:val="0082604D"/>
    <w:rsid w:val="008342C4"/>
    <w:rsid w:val="00836ACB"/>
    <w:rsid w:val="008514A3"/>
    <w:rsid w:val="0086202A"/>
    <w:rsid w:val="00867D35"/>
    <w:rsid w:val="0087462B"/>
    <w:rsid w:val="0087587A"/>
    <w:rsid w:val="00887289"/>
    <w:rsid w:val="00897B9A"/>
    <w:rsid w:val="008A4D13"/>
    <w:rsid w:val="008A7EC0"/>
    <w:rsid w:val="008B7EA6"/>
    <w:rsid w:val="008E5621"/>
    <w:rsid w:val="008E65B3"/>
    <w:rsid w:val="008F2A05"/>
    <w:rsid w:val="008F713B"/>
    <w:rsid w:val="0090074C"/>
    <w:rsid w:val="00906381"/>
    <w:rsid w:val="00907E24"/>
    <w:rsid w:val="00917EC2"/>
    <w:rsid w:val="0092028B"/>
    <w:rsid w:val="00921889"/>
    <w:rsid w:val="00930BE5"/>
    <w:rsid w:val="009360D5"/>
    <w:rsid w:val="00940144"/>
    <w:rsid w:val="009612E0"/>
    <w:rsid w:val="00962202"/>
    <w:rsid w:val="00973871"/>
    <w:rsid w:val="0098160F"/>
    <w:rsid w:val="00982A44"/>
    <w:rsid w:val="00982BF4"/>
    <w:rsid w:val="00995F05"/>
    <w:rsid w:val="009B0C1D"/>
    <w:rsid w:val="009D38F3"/>
    <w:rsid w:val="009D42CB"/>
    <w:rsid w:val="009D56A4"/>
    <w:rsid w:val="009D7D3A"/>
    <w:rsid w:val="009E181A"/>
    <w:rsid w:val="009E3E5E"/>
    <w:rsid w:val="009E7E2A"/>
    <w:rsid w:val="009F069B"/>
    <w:rsid w:val="009F7023"/>
    <w:rsid w:val="00A250BE"/>
    <w:rsid w:val="00A27416"/>
    <w:rsid w:val="00A33A60"/>
    <w:rsid w:val="00A43A3D"/>
    <w:rsid w:val="00A45F32"/>
    <w:rsid w:val="00A473C8"/>
    <w:rsid w:val="00A55FA1"/>
    <w:rsid w:val="00A65739"/>
    <w:rsid w:val="00A76CAD"/>
    <w:rsid w:val="00A832DA"/>
    <w:rsid w:val="00A93E8E"/>
    <w:rsid w:val="00AA72EC"/>
    <w:rsid w:val="00AC27AD"/>
    <w:rsid w:val="00AC559F"/>
    <w:rsid w:val="00AC78B3"/>
    <w:rsid w:val="00AD0AB0"/>
    <w:rsid w:val="00AE1639"/>
    <w:rsid w:val="00B060FD"/>
    <w:rsid w:val="00B33174"/>
    <w:rsid w:val="00B33B98"/>
    <w:rsid w:val="00B404DB"/>
    <w:rsid w:val="00B521C3"/>
    <w:rsid w:val="00B561FF"/>
    <w:rsid w:val="00B80D7A"/>
    <w:rsid w:val="00B84A96"/>
    <w:rsid w:val="00B97B77"/>
    <w:rsid w:val="00BA17B3"/>
    <w:rsid w:val="00BC2385"/>
    <w:rsid w:val="00BC2734"/>
    <w:rsid w:val="00BC62D7"/>
    <w:rsid w:val="00BE57AB"/>
    <w:rsid w:val="00BF064F"/>
    <w:rsid w:val="00BF086F"/>
    <w:rsid w:val="00BF0E4C"/>
    <w:rsid w:val="00C0020C"/>
    <w:rsid w:val="00C04347"/>
    <w:rsid w:val="00C072BE"/>
    <w:rsid w:val="00C34030"/>
    <w:rsid w:val="00C40448"/>
    <w:rsid w:val="00C4140E"/>
    <w:rsid w:val="00C47436"/>
    <w:rsid w:val="00C4762C"/>
    <w:rsid w:val="00C50A9A"/>
    <w:rsid w:val="00C527A8"/>
    <w:rsid w:val="00C53640"/>
    <w:rsid w:val="00C61CE8"/>
    <w:rsid w:val="00C66DF9"/>
    <w:rsid w:val="00C84B10"/>
    <w:rsid w:val="00C86912"/>
    <w:rsid w:val="00C95ABD"/>
    <w:rsid w:val="00C966E8"/>
    <w:rsid w:val="00CB31D7"/>
    <w:rsid w:val="00CB41F4"/>
    <w:rsid w:val="00CC5443"/>
    <w:rsid w:val="00CC6F3F"/>
    <w:rsid w:val="00CD01D2"/>
    <w:rsid w:val="00CE24E4"/>
    <w:rsid w:val="00CE5616"/>
    <w:rsid w:val="00D00972"/>
    <w:rsid w:val="00D24041"/>
    <w:rsid w:val="00D25D80"/>
    <w:rsid w:val="00D266EA"/>
    <w:rsid w:val="00D31BD2"/>
    <w:rsid w:val="00D4458D"/>
    <w:rsid w:val="00D453AE"/>
    <w:rsid w:val="00D77414"/>
    <w:rsid w:val="00D85382"/>
    <w:rsid w:val="00D94E00"/>
    <w:rsid w:val="00DA1B61"/>
    <w:rsid w:val="00DA6085"/>
    <w:rsid w:val="00DA6781"/>
    <w:rsid w:val="00DB17D9"/>
    <w:rsid w:val="00DC2830"/>
    <w:rsid w:val="00DC3F67"/>
    <w:rsid w:val="00DC5DE5"/>
    <w:rsid w:val="00DD3288"/>
    <w:rsid w:val="00DF19FF"/>
    <w:rsid w:val="00DF467B"/>
    <w:rsid w:val="00E04AA7"/>
    <w:rsid w:val="00E11073"/>
    <w:rsid w:val="00E27A09"/>
    <w:rsid w:val="00E361F7"/>
    <w:rsid w:val="00E366A1"/>
    <w:rsid w:val="00E47970"/>
    <w:rsid w:val="00E6200E"/>
    <w:rsid w:val="00E73B2A"/>
    <w:rsid w:val="00E7749F"/>
    <w:rsid w:val="00EB2582"/>
    <w:rsid w:val="00EB79F8"/>
    <w:rsid w:val="00EC1493"/>
    <w:rsid w:val="00EC15EB"/>
    <w:rsid w:val="00ED092D"/>
    <w:rsid w:val="00ED26F8"/>
    <w:rsid w:val="00EE0C62"/>
    <w:rsid w:val="00EE4360"/>
    <w:rsid w:val="00EE47F0"/>
    <w:rsid w:val="00EE4B09"/>
    <w:rsid w:val="00EF1105"/>
    <w:rsid w:val="00EF7F44"/>
    <w:rsid w:val="00F00DCB"/>
    <w:rsid w:val="00F227AD"/>
    <w:rsid w:val="00F35DA6"/>
    <w:rsid w:val="00F4342F"/>
    <w:rsid w:val="00F50474"/>
    <w:rsid w:val="00F57588"/>
    <w:rsid w:val="00F669DE"/>
    <w:rsid w:val="00F67A7C"/>
    <w:rsid w:val="00F75059"/>
    <w:rsid w:val="00F82092"/>
    <w:rsid w:val="00F87519"/>
    <w:rsid w:val="00F935D6"/>
    <w:rsid w:val="00F94DB4"/>
    <w:rsid w:val="00F94E63"/>
    <w:rsid w:val="00FA588A"/>
    <w:rsid w:val="00FA6F52"/>
    <w:rsid w:val="00FC232A"/>
    <w:rsid w:val="00FC5EF7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styleId="FollowedHyperlink">
    <w:name w:val="FollowedHyperlink"/>
    <w:basedOn w:val="DefaultParagraphFont"/>
    <w:rsid w:val="009B0C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ari.kataster.ee/magic-link/54c95f17-f62c-46c2-8d2f-b354357ee18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88083aab-4735-49c9-830d-091608ccfb1d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hyperlink" Target="https://pari.kataster.ee/magic-link/bab59fee-c20e-4ed4-b833-457627fee962" TargetMode="Externa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31cf7fc6-bb98-4203-95bd-e42b8e1a8ed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2</Pages>
  <Words>385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2616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2024-10-09T08:10:00Z</dcterms:created>
  <dcterms:modified xsi:type="dcterms:W3CDTF">2024-10-09T08:10:00Z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